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602393" w:rsidP="006C2343">
          <w:pPr>
            <w:pStyle w:val="Tituldatum"/>
          </w:pPr>
          <w:r>
            <w:rPr>
              <w:rStyle w:val="Nzevakce"/>
            </w:rPr>
            <w:t>Zřízení a rekonstrukce EOV v ŽST Červenka a Zábřeh na Moravě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37324" w:rsidRPr="00C37324">
        <w:t>17.</w:t>
      </w:r>
      <w:r w:rsidR="00BA57F0" w:rsidRPr="00C37324">
        <w:t xml:space="preserve"> </w:t>
      </w:r>
      <w:r w:rsidR="00602393" w:rsidRPr="00C37324">
        <w:t>0</w:t>
      </w:r>
      <w:r w:rsidR="00C37324" w:rsidRPr="00C37324">
        <w:t>5</w:t>
      </w:r>
      <w:r w:rsidR="000C66B2" w:rsidRPr="00C37324">
        <w:t>.</w:t>
      </w:r>
      <w:r w:rsidR="00BA57F0" w:rsidRPr="00C37324">
        <w:t xml:space="preserve"> </w:t>
      </w:r>
      <w:r w:rsidR="00423582" w:rsidRPr="00C37324">
        <w:t>20</w:t>
      </w:r>
      <w:r w:rsidR="00E11B4C" w:rsidRPr="00C37324">
        <w:t>2</w:t>
      </w:r>
      <w:r w:rsidR="00602393" w:rsidRPr="00C37324">
        <w:t>1</w:t>
      </w:r>
      <w:r w:rsidR="0076790E">
        <w:t xml:space="preserve"> 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52740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602393">
        <w:t>Zřízení a rekonstrukce EOV v ŽST Červenka a Zábřeh na Moravě</w:t>
      </w:r>
      <w:r>
        <w:t xml:space="preserve">“ jejímž cílem je </w:t>
      </w:r>
      <w:r w:rsidR="00602393">
        <w:rPr>
          <w:rFonts w:cs="Arial"/>
        </w:rPr>
        <w:t>z</w:t>
      </w:r>
      <w:r w:rsidR="00602393" w:rsidRPr="00BF6E4E">
        <w:rPr>
          <w:rFonts w:cs="Arial"/>
        </w:rPr>
        <w:t xml:space="preserve">výšení </w:t>
      </w:r>
      <w:r w:rsidR="00602393">
        <w:rPr>
          <w:rFonts w:cs="Arial"/>
        </w:rPr>
        <w:t>dopravní využitelnosti a spolehlivosti vytipovaných výhybek v zimním a přechodném jarním a podzimním období. Zajištění spolehlivosti napájení elektrického ohřevu výhybek v ŽST Červenka a ŽST Zábřeh na Moravě</w:t>
      </w:r>
      <w: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602393">
        <w:t>Zřízení a rekonstrukce EOV v ŽST Červenka a Zábřeh na Moravě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Default="00DF7BAA" w:rsidP="00DF7BAA">
      <w:pPr>
        <w:pStyle w:val="Nadpis2-2"/>
      </w:pPr>
      <w:bookmarkStart w:id="9" w:name="_Toc6410431"/>
      <w:bookmarkStart w:id="10" w:name="_Toc24113206"/>
      <w:r>
        <w:t>Umístění stavby</w:t>
      </w:r>
      <w:bookmarkEnd w:id="9"/>
      <w:bookmarkEnd w:id="10"/>
    </w:p>
    <w:p w:rsidR="00B73714" w:rsidRPr="00B73714" w:rsidRDefault="00DF7BAA" w:rsidP="005570E8">
      <w:pPr>
        <w:pStyle w:val="Text2-1"/>
        <w:spacing w:after="0"/>
        <w:rPr>
          <w:rFonts w:cs="Arial"/>
        </w:rPr>
      </w:pPr>
      <w:r>
        <w:t xml:space="preserve">Stavba bude probíhat </w:t>
      </w:r>
      <w:r w:rsidR="00602393">
        <w:t xml:space="preserve">v železniční stanici Červenka na </w:t>
      </w:r>
      <w:r w:rsidR="00B73714">
        <w:t xml:space="preserve"> celostátní </w:t>
      </w:r>
      <w:proofErr w:type="gramStart"/>
      <w:r w:rsidR="00152FB6" w:rsidRPr="00152FB6">
        <w:t>trat</w:t>
      </w:r>
      <w:r w:rsidR="00BA57F0">
        <w:t>í</w:t>
      </w:r>
      <w:proofErr w:type="gramEnd"/>
      <w:r w:rsidR="00152FB6" w:rsidRPr="00152FB6">
        <w:t xml:space="preserve"> </w:t>
      </w:r>
      <w:r w:rsidR="00BA57F0">
        <w:t>č.</w:t>
      </w:r>
      <w:r w:rsidR="00E11B4C">
        <w:t xml:space="preserve"> </w:t>
      </w:r>
      <w:r w:rsidR="00602393">
        <w:t>001</w:t>
      </w:r>
      <w:r w:rsidR="00E11B4C">
        <w:t xml:space="preserve"> </w:t>
      </w:r>
      <w:r w:rsidR="00602393">
        <w:t xml:space="preserve">v </w:t>
      </w:r>
      <w:r w:rsidR="00B73714">
        <w:t>Olomouckém kraji, okres Olomouc</w:t>
      </w:r>
      <w:r w:rsidR="00B73714">
        <w:rPr>
          <w:rFonts w:cs="Arial"/>
        </w:rPr>
        <w:t>:</w:t>
      </w:r>
      <w:r w:rsidR="00B73714" w:rsidRPr="00B73714">
        <w:rPr>
          <w:rFonts w:cs="Arial"/>
        </w:rPr>
        <w:t xml:space="preserve"> </w:t>
      </w:r>
    </w:p>
    <w:p w:rsidR="005570E8" w:rsidRDefault="005570E8" w:rsidP="005570E8">
      <w:pPr>
        <w:spacing w:after="0" w:line="240" w:lineRule="auto"/>
        <w:ind w:left="851"/>
        <w:rPr>
          <w:rFonts w:cs="Arial"/>
        </w:rPr>
      </w:pPr>
      <w:r>
        <w:rPr>
          <w:rFonts w:cs="Arial"/>
        </w:rPr>
        <w:t xml:space="preserve">Traťový a definiční úsek 1901K1 </w:t>
      </w:r>
      <w:proofErr w:type="spellStart"/>
      <w:r>
        <w:rPr>
          <w:rFonts w:cs="Arial"/>
        </w:rPr>
        <w:t>žst</w:t>
      </w:r>
      <w:proofErr w:type="spellEnd"/>
      <w:r>
        <w:rPr>
          <w:rFonts w:cs="Arial"/>
        </w:rPr>
        <w:t>. Červenka, km 65,222 – 66,520;</w:t>
      </w:r>
    </w:p>
    <w:p w:rsidR="005570E8" w:rsidRPr="00B73714" w:rsidRDefault="005570E8" w:rsidP="005570E8">
      <w:pPr>
        <w:pStyle w:val="Text2-1"/>
        <w:spacing w:before="120" w:after="0"/>
        <w:rPr>
          <w:rFonts w:cs="Arial"/>
        </w:rPr>
      </w:pPr>
      <w:r>
        <w:t xml:space="preserve">Stavba bude probíhat v železniční stanici Zábřeh na Moravě na  celostátní </w:t>
      </w:r>
      <w:proofErr w:type="gramStart"/>
      <w:r w:rsidRPr="00152FB6">
        <w:t>trat</w:t>
      </w:r>
      <w:r>
        <w:t>í</w:t>
      </w:r>
      <w:proofErr w:type="gramEnd"/>
      <w:r w:rsidRPr="00152FB6">
        <w:t xml:space="preserve"> </w:t>
      </w:r>
      <w:r>
        <w:t>č. 001 v Olomouckém kraji, okres Šumperk</w:t>
      </w:r>
      <w:r>
        <w:rPr>
          <w:rFonts w:cs="Arial"/>
        </w:rPr>
        <w:t>:</w:t>
      </w:r>
      <w:r w:rsidRPr="00B73714">
        <w:rPr>
          <w:rFonts w:cs="Arial"/>
        </w:rPr>
        <w:t xml:space="preserve"> </w:t>
      </w:r>
    </w:p>
    <w:p w:rsidR="00E11B4C" w:rsidRDefault="005570E8" w:rsidP="005570E8">
      <w:pPr>
        <w:pStyle w:val="Odstavecseseznamem"/>
        <w:spacing w:after="0"/>
        <w:ind w:left="851"/>
        <w:rPr>
          <w:rFonts w:cs="Arial"/>
        </w:rPr>
      </w:pPr>
      <w:r>
        <w:rPr>
          <w:rFonts w:cs="Arial"/>
        </w:rPr>
        <w:t xml:space="preserve">Traťový a definiční úsek 1901G1 </w:t>
      </w:r>
      <w:proofErr w:type="spellStart"/>
      <w:r>
        <w:rPr>
          <w:rFonts w:cs="Arial"/>
        </w:rPr>
        <w:t>žst</w:t>
      </w:r>
      <w:proofErr w:type="spellEnd"/>
      <w:r>
        <w:rPr>
          <w:rFonts w:cs="Arial"/>
        </w:rPr>
        <w:t>. Zábřeh na Moravě, km 39,400 – 40,649;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:rsidR="00DF7BAA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5570E8">
        <w:t>Zřízení a rekonstrukce EOV v ŽST Červenka a Zábřeh na Moravě</w:t>
      </w:r>
      <w:r w:rsidR="00152FB6">
        <w:t>“</w:t>
      </w:r>
      <w:r w:rsidR="005570E8">
        <w:t>, projektant MORAVIA CONSULT Olomouc a.s., Legionářská 1085/8, 779 00 Olomouc</w:t>
      </w:r>
      <w:r w:rsidR="00AD092A" w:rsidRPr="008C7F78">
        <w:rPr>
          <w:rFonts w:eastAsia="Times New Roman" w:cs="Arial"/>
          <w:lang w:eastAsia="cs-CZ"/>
        </w:rPr>
        <w:t xml:space="preserve">, IČO: </w:t>
      </w:r>
      <w:r w:rsidR="005570E8">
        <w:rPr>
          <w:rFonts w:eastAsia="Times New Roman" w:cs="Arial"/>
          <w:lang w:eastAsia="cs-CZ"/>
        </w:rPr>
        <w:t>64610357</w:t>
      </w:r>
      <w:r w:rsidR="00AD092A" w:rsidRPr="008C7F78">
        <w:rPr>
          <w:rFonts w:eastAsia="Times New Roman" w:cs="Arial"/>
          <w:lang w:eastAsia="cs-CZ"/>
        </w:rPr>
        <w:t xml:space="preserve"> z</w:t>
      </w:r>
      <w:r w:rsidR="00DD2925">
        <w:rPr>
          <w:rFonts w:eastAsia="Times New Roman" w:cs="Arial"/>
          <w:lang w:eastAsia="cs-CZ"/>
        </w:rPr>
        <w:t>e dne</w:t>
      </w:r>
      <w:r w:rsidR="00AD092A" w:rsidRPr="008C7F78">
        <w:rPr>
          <w:rFonts w:eastAsia="Times New Roman" w:cs="Arial"/>
          <w:lang w:eastAsia="cs-CZ"/>
        </w:rPr>
        <w:t> </w:t>
      </w:r>
      <w:r w:rsidR="005570E8">
        <w:rPr>
          <w:rFonts w:eastAsia="Times New Roman" w:cs="Arial"/>
          <w:lang w:eastAsia="cs-CZ"/>
        </w:rPr>
        <w:t>13</w:t>
      </w:r>
      <w:r w:rsidR="00AD092A" w:rsidRPr="008C7F78">
        <w:rPr>
          <w:rFonts w:eastAsia="Times New Roman" w:cs="Arial"/>
          <w:lang w:eastAsia="cs-CZ"/>
        </w:rPr>
        <w:t xml:space="preserve">. </w:t>
      </w:r>
      <w:r w:rsidR="005570E8">
        <w:rPr>
          <w:rFonts w:eastAsia="Times New Roman" w:cs="Arial"/>
          <w:lang w:eastAsia="cs-CZ"/>
        </w:rPr>
        <w:t>11</w:t>
      </w:r>
      <w:r w:rsidR="00AD092A" w:rsidRPr="008C7F78">
        <w:rPr>
          <w:rFonts w:eastAsia="Times New Roman" w:cs="Arial"/>
          <w:lang w:eastAsia="cs-CZ"/>
        </w:rPr>
        <w:t>. 20</w:t>
      </w:r>
      <w:r w:rsidR="005570E8">
        <w:rPr>
          <w:rFonts w:eastAsia="Times New Roman" w:cs="Arial"/>
          <w:lang w:eastAsia="cs-CZ"/>
        </w:rPr>
        <w:t>20</w:t>
      </w:r>
      <w:r w:rsidR="00152FB6">
        <w:t>.</w:t>
      </w:r>
      <w:r>
        <w:t xml:space="preserve"> </w:t>
      </w:r>
    </w:p>
    <w:p w:rsidR="00DF7BAA" w:rsidRPr="00987F58" w:rsidRDefault="00DF7BAA" w:rsidP="00DF7BAA">
      <w:pPr>
        <w:pStyle w:val="Nadpis2-2"/>
      </w:pPr>
      <w:bookmarkStart w:id="15" w:name="_Toc6410434"/>
      <w:bookmarkStart w:id="16" w:name="_Toc24113209"/>
      <w:r w:rsidRPr="00987F58">
        <w:t>Související dokumentace</w:t>
      </w:r>
      <w:bookmarkEnd w:id="15"/>
      <w:bookmarkEnd w:id="16"/>
    </w:p>
    <w:p w:rsidR="00BB0B52" w:rsidRPr="00C37324" w:rsidRDefault="00DF7BAA" w:rsidP="00C37406">
      <w:pPr>
        <w:pStyle w:val="Text2-1"/>
      </w:pPr>
      <w:r w:rsidRPr="00C37324">
        <w:t xml:space="preserve">Schvalovací protokol </w:t>
      </w:r>
      <w:r w:rsidR="006301E1" w:rsidRPr="00C37324">
        <w:t xml:space="preserve">projektové </w:t>
      </w:r>
      <w:r w:rsidR="00AD092A" w:rsidRPr="00C37324">
        <w:rPr>
          <w:rFonts w:eastAsia="Times New Roman" w:cs="Arial"/>
          <w:lang w:eastAsia="cs-CZ"/>
        </w:rPr>
        <w:t xml:space="preserve">dokumentace </w:t>
      </w:r>
      <w:r w:rsidR="006301E1" w:rsidRPr="00C37324">
        <w:rPr>
          <w:rFonts w:eastAsia="Times New Roman" w:cs="Arial"/>
          <w:lang w:eastAsia="cs-CZ"/>
        </w:rPr>
        <w:t>ve fázi 3</w:t>
      </w:r>
      <w:r w:rsidR="00AD092A" w:rsidRPr="00C37324">
        <w:rPr>
          <w:rFonts w:eastAsia="Times New Roman" w:cs="Arial"/>
          <w:lang w:eastAsia="cs-CZ"/>
        </w:rPr>
        <w:t xml:space="preserve"> č. j.: </w:t>
      </w:r>
      <w:r w:rsidR="00C37324" w:rsidRPr="00C37324">
        <w:rPr>
          <w:rFonts w:eastAsia="Times New Roman" w:cs="Arial"/>
          <w:lang w:eastAsia="cs-CZ"/>
        </w:rPr>
        <w:t>33146/2021-SŽ-GŘ-06-Hlo</w:t>
      </w:r>
      <w:r w:rsidR="00AD092A" w:rsidRPr="00C37324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C37324">
        <w:rPr>
          <w:rFonts w:eastAsia="Times New Roman" w:cs="Arial"/>
          <w:lang w:val="en-US" w:eastAsia="cs-CZ"/>
        </w:rPr>
        <w:t>ze</w:t>
      </w:r>
      <w:proofErr w:type="spellEnd"/>
      <w:r w:rsidR="00AD092A" w:rsidRPr="00C37324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C37324">
        <w:rPr>
          <w:rFonts w:eastAsia="Times New Roman" w:cs="Arial"/>
          <w:lang w:val="en-US" w:eastAsia="cs-CZ"/>
        </w:rPr>
        <w:t>dne</w:t>
      </w:r>
      <w:proofErr w:type="spellEnd"/>
      <w:r w:rsidR="00AD092A" w:rsidRPr="00C37324">
        <w:rPr>
          <w:rFonts w:eastAsia="Times New Roman" w:cs="Arial"/>
          <w:lang w:val="en-US" w:eastAsia="cs-CZ"/>
        </w:rPr>
        <w:t xml:space="preserve"> </w:t>
      </w:r>
      <w:r w:rsidR="00C37324" w:rsidRPr="00C37324">
        <w:rPr>
          <w:rFonts w:eastAsia="Times New Roman" w:cs="Arial"/>
          <w:lang w:val="en-US" w:eastAsia="cs-CZ"/>
        </w:rPr>
        <w:t xml:space="preserve">10. 05. </w:t>
      </w:r>
      <w:r w:rsidR="00AD092A" w:rsidRPr="00C37324">
        <w:rPr>
          <w:rFonts w:eastAsia="Times New Roman" w:cs="Arial"/>
          <w:lang w:val="en-US" w:eastAsia="cs-CZ"/>
        </w:rPr>
        <w:t>2</w:t>
      </w:r>
      <w:r w:rsidR="006301E1" w:rsidRPr="00C37324">
        <w:rPr>
          <w:rFonts w:eastAsia="Times New Roman" w:cs="Arial"/>
          <w:lang w:val="en-US" w:eastAsia="cs-CZ"/>
        </w:rPr>
        <w:t>021</w:t>
      </w:r>
      <w:r w:rsidR="00C37406" w:rsidRPr="00C37324">
        <w:t>.</w:t>
      </w:r>
    </w:p>
    <w:p w:rsidR="00AB1976" w:rsidRPr="0058641C" w:rsidRDefault="006301E1" w:rsidP="00C37406">
      <w:pPr>
        <w:pStyle w:val="Text2-1"/>
      </w:pPr>
      <w:r>
        <w:t xml:space="preserve">Společné povolení vydané Drážním úřadem </w:t>
      </w:r>
      <w:proofErr w:type="spellStart"/>
      <w:proofErr w:type="gramStart"/>
      <w:r>
        <w:t>Sp.zn</w:t>
      </w:r>
      <w:proofErr w:type="spellEnd"/>
      <w:r>
        <w:t>.</w:t>
      </w:r>
      <w:proofErr w:type="gramEnd"/>
      <w:r>
        <w:t>: MO-SDO0569/20/</w:t>
      </w:r>
      <w:proofErr w:type="spellStart"/>
      <w:r>
        <w:t>Sj</w:t>
      </w:r>
      <w:proofErr w:type="spellEnd"/>
      <w:r>
        <w:t>, Č. j.: DUCR-9990/21/</w:t>
      </w:r>
      <w:proofErr w:type="spellStart"/>
      <w:r>
        <w:t>Sj</w:t>
      </w:r>
      <w:proofErr w:type="spellEnd"/>
      <w:r w:rsidR="00C37324">
        <w:t xml:space="preserve"> ze dne 18. 02. 2021 </w:t>
      </w:r>
      <w:bookmarkStart w:id="17" w:name="_GoBack"/>
      <w:bookmarkEnd w:id="17"/>
      <w:r>
        <w:t>s nabytím právní noci ze dne 10. 3. 2021.</w:t>
      </w:r>
    </w:p>
    <w:p w:rsidR="00DF7BAA" w:rsidRDefault="00DF7BAA" w:rsidP="00DF7BAA">
      <w:pPr>
        <w:pStyle w:val="Nadpis2-1"/>
      </w:pPr>
      <w:bookmarkStart w:id="18" w:name="_Toc6410435"/>
      <w:bookmarkStart w:id="19" w:name="_Toc24113210"/>
      <w:r>
        <w:t>KOORDINACE S JINÝMI STAVBAMI</w:t>
      </w:r>
      <w:bookmarkEnd w:id="18"/>
      <w:bookmarkEnd w:id="19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 </w:t>
      </w:r>
    </w:p>
    <w:p w:rsidR="00DF7BAA" w:rsidRDefault="00DF7BAA" w:rsidP="00DF7BAA">
      <w:pPr>
        <w:pStyle w:val="Nadpis2-1"/>
      </w:pPr>
      <w:bookmarkStart w:id="20" w:name="_Toc6410436"/>
      <w:bookmarkStart w:id="21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:rsidR="00DF7BAA" w:rsidRDefault="00DF7BAA" w:rsidP="00DF7BAA">
      <w:pPr>
        <w:pStyle w:val="Nadpis2-2"/>
      </w:pPr>
      <w:bookmarkStart w:id="22" w:name="_Toc6410438"/>
      <w:bookmarkStart w:id="23" w:name="_Toc24113212"/>
      <w:r>
        <w:t>Doklady pře</w:t>
      </w:r>
      <w:r w:rsidR="006A424A">
        <w:t>d</w:t>
      </w:r>
      <w:r>
        <w:t>kládané zhotovitelem</w:t>
      </w:r>
      <w:bookmarkEnd w:id="22"/>
      <w:bookmarkEnd w:id="23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4" w:name="_Toc6410460"/>
      <w:bookmarkStart w:id="25" w:name="_Toc24113213"/>
      <w:r w:rsidRPr="00EC2E51">
        <w:lastRenderedPageBreak/>
        <w:t>ORGANIZACE</w:t>
      </w:r>
      <w:r>
        <w:t xml:space="preserve"> VÝSTAVBY, VÝLUKY</w:t>
      </w:r>
      <w:bookmarkEnd w:id="24"/>
      <w:bookmarkEnd w:id="25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Pr="008757B6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407" w:rsidRDefault="00527407" w:rsidP="00962258">
      <w:pPr>
        <w:spacing w:after="0" w:line="240" w:lineRule="auto"/>
      </w:pPr>
      <w:r>
        <w:separator/>
      </w:r>
    </w:p>
  </w:endnote>
  <w:endnote w:type="continuationSeparator" w:id="0">
    <w:p w:rsidR="00527407" w:rsidRDefault="005274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73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73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C03AB2" w:rsidP="003462EB">
          <w:pPr>
            <w:pStyle w:val="Zpatvlevo"/>
          </w:pPr>
          <w:fldSimple w:instr=" STYLEREF  _Název_akce  \* MERGEFORMAT ">
            <w:r w:rsidR="00C37324">
              <w:rPr>
                <w:noProof/>
              </w:rPr>
              <w:t>Zřízení a rekonstrukce EOV v ŽST Červenka a Zábřeh na Moravě</w:t>
            </w:r>
          </w:fldSimple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C03AB2" w:rsidP="003B111D">
          <w:pPr>
            <w:pStyle w:val="Zpatvpravo"/>
          </w:pPr>
          <w:fldSimple w:instr=" STYLEREF  _Název_akce  \* MERGEFORMAT ">
            <w:r w:rsidR="00C37324">
              <w:rPr>
                <w:noProof/>
              </w:rPr>
              <w:t>Zřízení a rekonstrukce EOV v ŽST Červenka a Zábřeh na Moravě</w:t>
            </w:r>
          </w:fldSimple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732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73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407" w:rsidRDefault="00527407" w:rsidP="00962258">
      <w:pPr>
        <w:spacing w:after="0" w:line="240" w:lineRule="auto"/>
      </w:pPr>
      <w:r>
        <w:separator/>
      </w:r>
    </w:p>
  </w:footnote>
  <w:footnote w:type="continuationSeparator" w:id="0">
    <w:p w:rsidR="00527407" w:rsidRDefault="005274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2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91F90"/>
    <w:rsid w:val="001A2A39"/>
    <w:rsid w:val="001A3B3C"/>
    <w:rsid w:val="001B4180"/>
    <w:rsid w:val="001B4E74"/>
    <w:rsid w:val="001B7668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A1F44"/>
    <w:rsid w:val="005D3C39"/>
    <w:rsid w:val="005D7706"/>
    <w:rsid w:val="00601A8C"/>
    <w:rsid w:val="00602393"/>
    <w:rsid w:val="0061068E"/>
    <w:rsid w:val="006115D3"/>
    <w:rsid w:val="00614E71"/>
    <w:rsid w:val="006208DF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5556"/>
    <w:rsid w:val="00A77512"/>
    <w:rsid w:val="00A8227E"/>
    <w:rsid w:val="00A925D5"/>
    <w:rsid w:val="00A94C2F"/>
    <w:rsid w:val="00AA4CBB"/>
    <w:rsid w:val="00AA65FA"/>
    <w:rsid w:val="00AA7351"/>
    <w:rsid w:val="00AB1976"/>
    <w:rsid w:val="00AB5D40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66B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6389"/>
    <w:rsid w:val="00FE1DF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345C3"/>
    <w:rsid w:val="00640ADC"/>
    <w:rsid w:val="006E6398"/>
    <w:rsid w:val="00760D7C"/>
    <w:rsid w:val="00800F8D"/>
    <w:rsid w:val="00914160"/>
    <w:rsid w:val="00A1204F"/>
    <w:rsid w:val="00A13A4D"/>
    <w:rsid w:val="00AA710D"/>
    <w:rsid w:val="00AB691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B1D15-8064-4C83-8006-09B58DA9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34</TotalTime>
  <Pages>4</Pages>
  <Words>675</Words>
  <Characters>3989</Characters>
  <Application>Microsoft Office Word</Application>
  <DocSecurity>0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Srovnal Otakar, Ing.</cp:lastModifiedBy>
  <cp:revision>4</cp:revision>
  <cp:lastPrinted>2019-11-19T07:19:00Z</cp:lastPrinted>
  <dcterms:created xsi:type="dcterms:W3CDTF">2021-04-15T08:18:00Z</dcterms:created>
  <dcterms:modified xsi:type="dcterms:W3CDTF">2021-05-17T07:29:00Z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